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20474E5B" w:rsidR="00CA3AB7" w:rsidRPr="00414AC4" w:rsidRDefault="00012DE1" w:rsidP="00012DE1">
      <w:pPr>
        <w:pStyle w:val="Sous-titreVert"/>
      </w:pPr>
      <w:r>
        <w:t>Distributeurs canapé</w:t>
      </w:r>
      <w:r>
        <w:br/>
        <w:t>Reprise 1 pour 0</w:t>
      </w:r>
    </w:p>
    <w:p w14:paraId="28D36FE8" w14:textId="77777777" w:rsidR="00012DE1" w:rsidRDefault="00012DE1" w:rsidP="00012DE1">
      <w:pPr>
        <w:jc w:val="both"/>
      </w:pPr>
      <w:r>
        <w:t xml:space="preserve">Distributeurs, vendeurs en ligne, ces éléments de langage sont pour vous ! </w:t>
      </w:r>
    </w:p>
    <w:p w14:paraId="5278DE9D" w14:textId="28E0FF19" w:rsidR="00012DE1" w:rsidRDefault="00012DE1" w:rsidP="00012DE1">
      <w:pPr>
        <w:jc w:val="both"/>
      </w:pPr>
      <w:r>
        <w:t>Si vous disposez de plus de 1000 m</w:t>
      </w:r>
      <w:r w:rsidRPr="00207B9F">
        <w:rPr>
          <w:vertAlign w:val="superscript"/>
        </w:rPr>
        <w:t>2</w:t>
      </w:r>
      <w:r>
        <w:t xml:space="preserve"> de surface de vente à emporter pour les produits de la cuisine, du dressing ou de la salle de bain, la loi anti-gaspillage pour une économie circulaire (AGEC) prévoit l’obligation de reprendre dans votre magasin, </w:t>
      </w:r>
      <w:r w:rsidR="00207B9F">
        <w:br/>
      </w:r>
      <w:r>
        <w:t xml:space="preserve">le mobilier usagé de vos clients, sans frais et sans conditions d’achat à compter du </w:t>
      </w:r>
      <w:r w:rsidR="00207B9F">
        <w:br/>
      </w:r>
      <w:r>
        <w:t>1</w:t>
      </w:r>
      <w:r w:rsidRPr="00207B9F">
        <w:rPr>
          <w:vertAlign w:val="superscript"/>
        </w:rPr>
        <w:t>er</w:t>
      </w:r>
      <w:r>
        <w:t xml:space="preserve"> janvier 2022. </w:t>
      </w:r>
    </w:p>
    <w:p w14:paraId="020103E2" w14:textId="77777777" w:rsidR="00012DE1" w:rsidRDefault="00012DE1" w:rsidP="00012DE1">
      <w:pPr>
        <w:jc w:val="both"/>
      </w:pPr>
      <w:r>
        <w:t xml:space="preserve">Pour répondre à cette obligation, vous devez préciser informer sur les conditions de mise en œuvre de cette reprise auprès de vos clients. Nous vous proposons plusieurs textes courts pour vous y aider. Vous pouvez les reprendre sur vos supports numériques (site, newsletters, réseaux sociaux...) ou imprimés (journaux, flyers, affiches en magasin...). </w:t>
      </w:r>
    </w:p>
    <w:p w14:paraId="7BFE9637" w14:textId="77777777" w:rsidR="00012DE1" w:rsidRDefault="00012DE1" w:rsidP="00012DE1">
      <w:pPr>
        <w:jc w:val="both"/>
      </w:pPr>
      <w:r>
        <w:t>N’hésitez pas à les adapter à votre situation particulière.</w:t>
      </w:r>
    </w:p>
    <w:p w14:paraId="70D5C71F" w14:textId="77777777" w:rsidR="00012DE1" w:rsidRDefault="00012DE1" w:rsidP="00012DE1">
      <w:r w:rsidRPr="00207B9F">
        <w:rPr>
          <w:b/>
          <w:bCs/>
        </w:rPr>
        <w:t>NB :</w:t>
      </w:r>
      <w:r>
        <w:t xml:space="preserve"> En cas de doute, vous pouvez nous contacter. Et n’oubliez, si vous n’avez pas correctement informé vos clients, votre responsabilité peut être engagée, en cas de contrôle ou de contestation.</w:t>
      </w:r>
    </w:p>
    <w:p w14:paraId="5444ECDE" w14:textId="77777777" w:rsidR="00012DE1" w:rsidRDefault="00012DE1" w:rsidP="00012DE1">
      <w:r>
        <w:t>Les textes prêts à l’emploi comprennent :</w:t>
      </w:r>
    </w:p>
    <w:p w14:paraId="733FDD2F" w14:textId="158F65F5" w:rsidR="00012DE1" w:rsidRDefault="00012DE1" w:rsidP="00207B9F">
      <w:pPr>
        <w:pStyle w:val="Puce1"/>
      </w:pPr>
      <w:r>
        <w:t>Des messages principaux</w:t>
      </w:r>
    </w:p>
    <w:p w14:paraId="74153A6C" w14:textId="03AEEE30" w:rsidR="00012DE1" w:rsidRDefault="00012DE1" w:rsidP="00207B9F">
      <w:pPr>
        <w:pStyle w:val="Puce1"/>
      </w:pPr>
      <w:r>
        <w:t>Des articles : une brève et un article</w:t>
      </w:r>
    </w:p>
    <w:p w14:paraId="6D6F463B" w14:textId="6AA1ECD4" w:rsidR="00012DE1" w:rsidRDefault="00012DE1" w:rsidP="00207B9F">
      <w:pPr>
        <w:pStyle w:val="Puce1"/>
      </w:pPr>
      <w:r>
        <w:t>Une FAQ</w:t>
      </w:r>
    </w:p>
    <w:p w14:paraId="60E62F28" w14:textId="123B733C" w:rsidR="00012DE1" w:rsidRDefault="00012DE1" w:rsidP="00207B9F">
      <w:pPr>
        <w:pStyle w:val="Puce1"/>
      </w:pPr>
      <w:r>
        <w:t>Des suggestions de publications pour vos réseaux sociaux</w:t>
      </w:r>
    </w:p>
    <w:p w14:paraId="2910AE1A" w14:textId="318854C2" w:rsidR="00207B9F" w:rsidRDefault="00207B9F">
      <w:r>
        <w:br w:type="page"/>
      </w:r>
    </w:p>
    <w:p w14:paraId="56286B98" w14:textId="60F0A523" w:rsidR="00CA3AB7" w:rsidRDefault="00207B9F" w:rsidP="00207B9F">
      <w:pPr>
        <w:pStyle w:val="Heading1"/>
      </w:pPr>
      <w:r w:rsidRPr="00207B9F">
        <w:t>1.</w:t>
      </w:r>
      <w:r w:rsidRPr="00207B9F">
        <w:tab/>
        <w:t>Le message principal</w:t>
      </w:r>
    </w:p>
    <w:p w14:paraId="5D02E66F" w14:textId="045C50E5" w:rsidR="00207B9F" w:rsidRDefault="00207B9F" w:rsidP="00EB3EDA">
      <w:pPr>
        <w:jc w:val="both"/>
      </w:pPr>
      <w:r w:rsidRPr="00207B9F">
        <w:t>Vous disposez d’une surface de vente à emporter de plus de 1000 m</w:t>
      </w:r>
      <w:r w:rsidRPr="00FA1443">
        <w:rPr>
          <w:vertAlign w:val="superscript"/>
        </w:rPr>
        <w:t>2</w:t>
      </w:r>
      <w:r w:rsidRPr="00207B9F">
        <w:t xml:space="preserve"> : vous devez reprendre les produits usagés de vos clients sans frais et sans condition d’achat.</w:t>
      </w:r>
    </w:p>
    <w:tbl>
      <w:tblPr>
        <w:tblStyle w:val="Tab-Vertsapin"/>
        <w:tblW w:w="0" w:type="auto"/>
        <w:tblBorders>
          <w:bottom w:val="none" w:sz="0" w:space="0" w:color="auto"/>
          <w:insideH w:val="none" w:sz="0" w:space="0" w:color="auto"/>
        </w:tblBorders>
        <w:tblLook w:val="0480" w:firstRow="0" w:lastRow="0" w:firstColumn="1" w:lastColumn="0" w:noHBand="0" w:noVBand="1"/>
      </w:tblPr>
      <w:tblGrid>
        <w:gridCol w:w="2127"/>
        <w:gridCol w:w="6929"/>
      </w:tblGrid>
      <w:tr w:rsidR="00207B9F" w:rsidRPr="0090018A" w14:paraId="29706180" w14:textId="77777777" w:rsidTr="00EB3EDA">
        <w:tc>
          <w:tcPr>
            <w:cnfStyle w:val="001000000000" w:firstRow="0" w:lastRow="0" w:firstColumn="1" w:lastColumn="0" w:oddVBand="0" w:evenVBand="0" w:oddHBand="0" w:evenHBand="0" w:firstRowFirstColumn="0" w:firstRowLastColumn="0" w:lastRowFirstColumn="0" w:lastRowLastColumn="0"/>
            <w:tcW w:w="2127" w:type="dxa"/>
          </w:tcPr>
          <w:p w14:paraId="3A25C881" w14:textId="77777777" w:rsidR="00207B9F" w:rsidRPr="00702097" w:rsidRDefault="00207B9F">
            <w:pPr>
              <w:rPr>
                <w:i w:val="0"/>
                <w:color w:val="0F695F" w:themeColor="text2"/>
              </w:rPr>
            </w:pPr>
            <w:r w:rsidRPr="00702097">
              <w:rPr>
                <w:color w:val="0F695F" w:themeColor="text2"/>
              </w:rPr>
              <w:t xml:space="preserve">Vous proposez la reprise 1 pour 0 </w:t>
            </w:r>
            <w:r w:rsidRPr="00702097">
              <w:rPr>
                <w:color w:val="0F695F" w:themeColor="text2"/>
              </w:rPr>
              <w:br/>
              <w:t>en magasin</w:t>
            </w:r>
          </w:p>
          <w:p w14:paraId="502B2800" w14:textId="77777777" w:rsidR="00CF658E" w:rsidRDefault="00CF658E">
            <w:pPr>
              <w:rPr>
                <w:b/>
                <w:bCs/>
                <w:color w:val="0F695F" w:themeColor="text2"/>
              </w:rPr>
            </w:pPr>
          </w:p>
          <w:p w14:paraId="23E31C48" w14:textId="55198C60" w:rsidR="00CF658E" w:rsidRPr="006924E1" w:rsidRDefault="00CF658E">
            <w:pPr>
              <w:rPr>
                <w:b/>
                <w:bCs/>
                <w:i w:val="0"/>
                <w:color w:val="0F695F" w:themeColor="text2"/>
              </w:rPr>
            </w:pPr>
          </w:p>
        </w:tc>
        <w:tc>
          <w:tcPr>
            <w:tcW w:w="6929" w:type="dxa"/>
          </w:tcPr>
          <w:p w14:paraId="5AC0B70B" w14:textId="77777777" w:rsidR="00207B9F" w:rsidRPr="00962FF8" w:rsidRDefault="00207B9F" w:rsidP="00EB3EDA">
            <w:pPr>
              <w:ind w:left="44"/>
              <w:cnfStyle w:val="000000000000" w:firstRow="0" w:lastRow="0" w:firstColumn="0" w:lastColumn="0" w:oddVBand="0" w:evenVBand="0" w:oddHBand="0" w:evenHBand="0" w:firstRowFirstColumn="0" w:firstRowLastColumn="0" w:lastRowFirstColumn="0" w:lastRowLastColumn="0"/>
              <w:rPr>
                <w:bCs/>
                <w:color w:val="0F695F" w:themeColor="text2"/>
              </w:rPr>
            </w:pPr>
            <w:r w:rsidRPr="00962FF8">
              <w:rPr>
                <w:bCs/>
                <w:color w:val="0F695F" w:themeColor="text2"/>
              </w:rPr>
              <w:t>Reprise sans frais de vos anciens meubles</w:t>
            </w:r>
          </w:p>
          <w:p w14:paraId="2E3B0660" w14:textId="77777777" w:rsidR="00207B9F" w:rsidRPr="0090018A" w:rsidRDefault="00207B9F" w:rsidP="00FA1443">
            <w:pPr>
              <w:jc w:val="both"/>
              <w:cnfStyle w:val="000000000000" w:firstRow="0" w:lastRow="0" w:firstColumn="0" w:lastColumn="0" w:oddVBand="0" w:evenVBand="0" w:oddHBand="0" w:evenHBand="0" w:firstRowFirstColumn="0" w:firstRowLastColumn="0" w:lastRowFirstColumn="0" w:lastRowLastColumn="0"/>
            </w:pPr>
            <w:r w:rsidRPr="0090018A">
              <w:t>Nous reprenons sans frais votre ancien canapé ou fauteuil en magasin, sans conditions d’achat. Donné ou recyclé, une deuxième vie l’attend. Adressez-vous à un vendeur pour plus d’informations. Ou renseignez-vous dans votre magasin.</w:t>
            </w:r>
          </w:p>
        </w:tc>
      </w:tr>
    </w:tbl>
    <w:p w14:paraId="43FA4ECF" w14:textId="77777777" w:rsidR="00EB3EDA" w:rsidRDefault="00EB3EDA" w:rsidP="00EB3EDA">
      <w:pPr>
        <w:pStyle w:val="Heading1"/>
      </w:pPr>
      <w:r>
        <w:t>2.</w:t>
      </w:r>
      <w:r>
        <w:tab/>
        <w:t xml:space="preserve">Articles </w:t>
      </w:r>
    </w:p>
    <w:p w14:paraId="74AE3137" w14:textId="77777777" w:rsidR="00EB3EDA" w:rsidRDefault="00EB3EDA" w:rsidP="00EB3EDA">
      <w:pPr>
        <w:pStyle w:val="Heading2"/>
      </w:pPr>
      <w:r>
        <w:t>Brève</w:t>
      </w:r>
    </w:p>
    <w:p w14:paraId="5C337B60" w14:textId="5F1141CF" w:rsidR="00EB3EDA" w:rsidRPr="00EB3EDA" w:rsidRDefault="00EB3EDA" w:rsidP="00EB3EDA">
      <w:pPr>
        <w:rPr>
          <w:b/>
          <w:bCs/>
        </w:rPr>
      </w:pPr>
      <w:r w:rsidRPr="00EB3EDA">
        <w:rPr>
          <w:b/>
          <w:bCs/>
        </w:rPr>
        <w:t xml:space="preserve">La reprise, le début d’une nouvelle vie </w:t>
      </w:r>
      <w:r>
        <w:rPr>
          <w:b/>
          <w:bCs/>
        </w:rPr>
        <w:br/>
      </w:r>
      <w:r w:rsidRPr="00EB3EDA">
        <w:rPr>
          <w:b/>
          <w:bCs/>
        </w:rPr>
        <w:t>Chez xxx, nous offrons une deuxième vie à vos produits</w:t>
      </w:r>
    </w:p>
    <w:p w14:paraId="6066E36C" w14:textId="77777777" w:rsidR="00BB4ABA" w:rsidRDefault="00EB3EDA" w:rsidP="00BB4ABA">
      <w:pPr>
        <w:jc w:val="both"/>
      </w:pPr>
      <w:r>
        <w:t>À compter du 1</w:t>
      </w:r>
      <w:r w:rsidRPr="00FA1443">
        <w:rPr>
          <w:vertAlign w:val="superscript"/>
        </w:rPr>
        <w:t>er</w:t>
      </w:r>
      <w:r>
        <w:t xml:space="preserve"> janvier 2022, nous reprenons sans frais votre ancien canapé ou fauteuil en magasin sans obligation d’achat. Donné ou recyclé, une deuxième vie l’attend. Renseignez-vous dans votre magasin pour les conditions de reprise.</w:t>
      </w:r>
    </w:p>
    <w:p w14:paraId="2C6023EF" w14:textId="4FE00684" w:rsidR="00EB3EDA" w:rsidRPr="00BB4ABA" w:rsidRDefault="00EB3EDA" w:rsidP="00BB4ABA">
      <w:pPr>
        <w:jc w:val="both"/>
      </w:pPr>
      <w:r w:rsidRPr="00FA1443">
        <w:rPr>
          <w:i/>
          <w:iCs/>
        </w:rPr>
        <w:t>Moins de 400 signes</w:t>
      </w:r>
    </w:p>
    <w:p w14:paraId="7F4F633C" w14:textId="77777777" w:rsidR="00EB3EDA" w:rsidRDefault="00EB3EDA" w:rsidP="00EB3EDA">
      <w:pPr>
        <w:pStyle w:val="Heading2"/>
      </w:pPr>
      <w:r>
        <w:t>Article</w:t>
      </w:r>
    </w:p>
    <w:p w14:paraId="21DF6D22" w14:textId="0E6FA407" w:rsidR="00EB3EDA" w:rsidRPr="00EB3EDA" w:rsidRDefault="00EB3EDA" w:rsidP="00EB3EDA">
      <w:pPr>
        <w:rPr>
          <w:b/>
          <w:bCs/>
        </w:rPr>
      </w:pPr>
      <w:r w:rsidRPr="00EB3EDA">
        <w:rPr>
          <w:b/>
          <w:bCs/>
        </w:rPr>
        <w:t xml:space="preserve">La reprise, le début d’une nouvelle vie </w:t>
      </w:r>
      <w:r>
        <w:rPr>
          <w:b/>
          <w:bCs/>
        </w:rPr>
        <w:br/>
      </w:r>
      <w:r w:rsidRPr="00EB3EDA">
        <w:rPr>
          <w:b/>
          <w:bCs/>
        </w:rPr>
        <w:t>Chez xxx, nous offrons une deuxième vie à vos produits</w:t>
      </w:r>
    </w:p>
    <w:p w14:paraId="136A680D" w14:textId="77777777" w:rsidR="00EB3EDA" w:rsidRDefault="00EB3EDA" w:rsidP="00EB3EDA">
      <w:pPr>
        <w:jc w:val="both"/>
      </w:pPr>
      <w:r>
        <w:t>Vous vous êtes lassé de vos coussins de salon ? Vous souhaitez changer de canapé ? Nous avons maintenant une solution simple et éco-responsable à vous proposer.</w:t>
      </w:r>
    </w:p>
    <w:p w14:paraId="74268520" w14:textId="77777777" w:rsidR="00EB3EDA" w:rsidRDefault="00EB3EDA" w:rsidP="00EB3EDA">
      <w:pPr>
        <w:pStyle w:val="Heading2"/>
      </w:pPr>
      <w:r>
        <w:t>Simple</w:t>
      </w:r>
    </w:p>
    <w:p w14:paraId="04CE04A1" w14:textId="77777777" w:rsidR="00EB3EDA" w:rsidRDefault="00EB3EDA" w:rsidP="00EB3EDA">
      <w:pPr>
        <w:jc w:val="both"/>
      </w:pPr>
      <w:r>
        <w:t>Vous pouvez rapporter en magasin tous vos anciens canapés, fauteuils, coussins... sans obligation d’achat. Seule condition : déposer des produits équivalents à ceux que l’on trouve dans nos rayons.</w:t>
      </w:r>
    </w:p>
    <w:p w14:paraId="6E944C75" w14:textId="77777777" w:rsidR="00EB3EDA" w:rsidRDefault="00EB3EDA" w:rsidP="00EB3EDA">
      <w:pPr>
        <w:pStyle w:val="Heading2"/>
      </w:pPr>
      <w:r>
        <w:t>Éco-responsable</w:t>
      </w:r>
    </w:p>
    <w:p w14:paraId="0A709727" w14:textId="2CA39805" w:rsidR="00BB4ABA" w:rsidRDefault="00E37D4B" w:rsidP="00BB4ABA">
      <w:pPr>
        <w:jc w:val="both"/>
      </w:pPr>
      <w:r>
        <w:t>Ecomaison</w:t>
      </w:r>
      <w:r w:rsidR="00EB3EDA">
        <w:t>,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fauteuil abîmé, de votre canapé fatigué, de votre chauffeuse démodée... mais en plus vous l’environnement et soutenez l’emploi local.</w:t>
      </w:r>
      <w:r w:rsidR="00BB4ABA">
        <w:t xml:space="preserve"> </w:t>
      </w:r>
    </w:p>
    <w:p w14:paraId="1CF152EC" w14:textId="35654E10" w:rsidR="00207B9F" w:rsidRPr="00BB4ABA" w:rsidRDefault="00EB3EDA" w:rsidP="0090018A">
      <w:pPr>
        <w:jc w:val="both"/>
      </w:pPr>
      <w:r w:rsidRPr="00FA1443">
        <w:rPr>
          <w:i/>
          <w:iCs/>
        </w:rPr>
        <w:t>Moins de 1500 signes</w:t>
      </w:r>
    </w:p>
    <w:p w14:paraId="77AA70D7" w14:textId="77777777" w:rsidR="0090018A" w:rsidRDefault="0090018A" w:rsidP="0090018A">
      <w:pPr>
        <w:pStyle w:val="Heading1"/>
      </w:pPr>
      <w:r>
        <w:t>3.</w:t>
      </w:r>
      <w:r>
        <w:tab/>
        <w:t>Propositions de publications</w:t>
      </w:r>
    </w:p>
    <w:p w14:paraId="60B7E4B6" w14:textId="77777777" w:rsidR="0090018A" w:rsidRDefault="0090018A" w:rsidP="0090018A">
      <w:r>
        <w:t>Reprise sans frais ! Simplifiez-vous la vie.</w:t>
      </w:r>
    </w:p>
    <w:p w14:paraId="09CDF6A8" w14:textId="77777777" w:rsidR="0090018A" w:rsidRDefault="0090018A" w:rsidP="0090018A">
      <w:r>
        <w:t xml:space="preserve">Avec XXX, donnez ou recyclez votre ancien meuble sans frais. </w:t>
      </w:r>
    </w:p>
    <w:p w14:paraId="3D7C4B05" w14:textId="77777777" w:rsidR="0090018A" w:rsidRDefault="0090018A" w:rsidP="0090018A">
      <w:r>
        <w:t xml:space="preserve">Avec XXX, donnez ou recyclez votre ancienne literie sans frais. </w:t>
      </w:r>
    </w:p>
    <w:p w14:paraId="6456DD4D" w14:textId="77777777" w:rsidR="0090018A" w:rsidRDefault="0090018A" w:rsidP="0090018A">
      <w:r>
        <w:t xml:space="preserve">Chez XXX, la reprise c’est maintenant. </w:t>
      </w:r>
    </w:p>
    <w:p w14:paraId="7374AEAF" w14:textId="77777777" w:rsidR="0090018A" w:rsidRDefault="0090018A" w:rsidP="0090018A"/>
    <w:p w14:paraId="64162387" w14:textId="77777777" w:rsidR="0090018A" w:rsidRDefault="0090018A" w:rsidP="0090018A">
      <w:pPr>
        <w:pStyle w:val="Heading1"/>
      </w:pPr>
      <w:r>
        <w:t>4.</w:t>
      </w:r>
      <w:r>
        <w:tab/>
        <w:t>FAQ</w:t>
      </w:r>
    </w:p>
    <w:p w14:paraId="405DD09A" w14:textId="77777777" w:rsidR="0090018A" w:rsidRDefault="0090018A" w:rsidP="0090018A">
      <w:pPr>
        <w:jc w:val="both"/>
      </w:pPr>
      <w:r w:rsidRPr="0090018A">
        <w:rPr>
          <w:b/>
          <w:bCs/>
        </w:rPr>
        <w:t xml:space="preserve">Comment ça marche la reprise de mon ancien canapé ou mon ancien fauteuil ? </w:t>
      </w:r>
      <w:r>
        <w:t>Nous reprenons sans frais votre ancien canapé ou fauteuil sans obligation d’achat. Renseignez-vous auprès de votre magasin.</w:t>
      </w:r>
    </w:p>
    <w:p w14:paraId="6A1886A0" w14:textId="77777777" w:rsidR="0090018A" w:rsidRDefault="0090018A" w:rsidP="0090018A">
      <w:pPr>
        <w:jc w:val="both"/>
      </w:pPr>
      <w:r w:rsidRPr="0090018A">
        <w:rPr>
          <w:b/>
          <w:bCs/>
        </w:rPr>
        <w:t xml:space="preserve">Quels sont les produits concernés ? </w:t>
      </w:r>
      <w:r>
        <w:t xml:space="preserve">Les canapés, banquettes, convertibles, fauteuils, poufs, chauffeuses coussins, petits meubles… </w:t>
      </w:r>
    </w:p>
    <w:p w14:paraId="49F18A6E" w14:textId="77777777" w:rsidR="0090018A" w:rsidRDefault="0090018A" w:rsidP="0090018A">
      <w:pPr>
        <w:jc w:val="both"/>
      </w:pPr>
      <w:r w:rsidRPr="0090018A">
        <w:rPr>
          <w:b/>
          <w:bCs/>
        </w:rPr>
        <w:t>Y a-t-il une taille maximum pour la reprise ?</w:t>
      </w:r>
      <w:r>
        <w:t xml:space="preserve"> Non. Le produit repris doit être équivalent à ceux vendus en magasin. </w:t>
      </w:r>
    </w:p>
    <w:p w14:paraId="525883CA" w14:textId="08202512" w:rsidR="0090018A" w:rsidRDefault="0090018A" w:rsidP="0090018A">
      <w:pPr>
        <w:jc w:val="both"/>
      </w:pPr>
      <w:r w:rsidRPr="0090018A">
        <w:rPr>
          <w:b/>
          <w:bCs/>
        </w:rPr>
        <w:t xml:space="preserve">Combien cela coûte ? </w:t>
      </w:r>
      <w:r>
        <w:t xml:space="preserve">La reprise est sans frais. </w:t>
      </w:r>
    </w:p>
    <w:p w14:paraId="1CB22457" w14:textId="2DA260C9" w:rsidR="0090018A" w:rsidRPr="0090018A" w:rsidRDefault="0090018A" w:rsidP="0090018A">
      <w:pPr>
        <w:jc w:val="both"/>
        <w:rPr>
          <w:b/>
          <w:bCs/>
        </w:rPr>
      </w:pPr>
      <w:r w:rsidRPr="0090018A">
        <w:rPr>
          <w:b/>
          <w:bCs/>
        </w:rPr>
        <w:t xml:space="preserve">Mon canapé est encore en bon état, comment faire si je souhaite le donner à une association ?  </w:t>
      </w:r>
      <w:r>
        <w:t>Vous pouvez vous rapprocher de votre magasin pour savoir s’il a mis en place un partenariat avec une association solidaire ou aller sur le site d’</w:t>
      </w:r>
      <w:r w:rsidR="00E37D4B">
        <w:t>Ecomaison</w:t>
      </w:r>
      <w:r>
        <w:t xml:space="preserve"> pour connaître la structure la plus proche de chez vous :</w:t>
      </w:r>
      <w:r w:rsidRPr="00E37D4B">
        <w:rPr>
          <w:color w:val="0F695F" w:themeColor="text2"/>
        </w:rPr>
        <w:t xml:space="preserve"> www.</w:t>
      </w:r>
      <w:r w:rsidR="00E37D4B">
        <w:rPr>
          <w:color w:val="0F695F" w:themeColor="text2"/>
        </w:rPr>
        <w:t>ecomaison.com</w:t>
      </w:r>
    </w:p>
    <w:p w14:paraId="7928DB0B" w14:textId="1893D1AA" w:rsidR="0090018A" w:rsidRDefault="0090018A" w:rsidP="0090018A">
      <w:pPr>
        <w:jc w:val="both"/>
      </w:pPr>
      <w:r w:rsidRPr="0090018A">
        <w:rPr>
          <w:b/>
          <w:bCs/>
        </w:rPr>
        <w:t>Que deviennent les meubles et la literie repris ?</w:t>
      </w:r>
      <w:r>
        <w:t xml:space="preserve"> Les produits repris sont réemployés ou recyclés grâce à </w:t>
      </w:r>
      <w:r w:rsidR="00E37D4B">
        <w:t>Ecomaison</w:t>
      </w:r>
      <w:r>
        <w:t>, l’éco-organisme de la maison agréé par les pouvoirs publics. Les meubles encore en bon état peuvent être confiés à des associations solidaires à proximité. Les plus abîmés sont recyclés. Ils sont transformés en matières premières (bois, ferraille, plastique, mousse...) ou servent de combustibles pour l’industrie ou le chauffage.</w:t>
      </w:r>
    </w:p>
    <w:p w14:paraId="27891197" w14:textId="14D96026" w:rsidR="00207B9F" w:rsidRDefault="00207B9F" w:rsidP="00AA7A66"/>
    <w:p w14:paraId="09C0EF13" w14:textId="5D74BE68" w:rsidR="00B81EFE" w:rsidRDefault="00B81EFE" w:rsidP="00AA7A66"/>
    <w:p w14:paraId="62B974B8" w14:textId="77777777" w:rsidR="003855AD" w:rsidRPr="0008797F" w:rsidRDefault="003855AD" w:rsidP="00AA7A66"/>
    <w:sectPr w:rsidR="003855AD" w:rsidRPr="0008797F" w:rsidSect="00B15751">
      <w:headerReference w:type="even" r:id="rId10"/>
      <w:headerReference w:type="default" r:id="rId11"/>
      <w:footerReference w:type="even" r:id="rId12"/>
      <w:footerReference w:type="default" r:id="rId13"/>
      <w:headerReference w:type="first" r:id="rId14"/>
      <w:footerReference w:type="first" r:id="rId15"/>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15BA0" w14:textId="77777777" w:rsidR="00357D63" w:rsidRDefault="00357D63" w:rsidP="00AA7A66">
      <w:r>
        <w:separator/>
      </w:r>
    </w:p>
    <w:p w14:paraId="41B4EF41" w14:textId="77777777" w:rsidR="00357D63" w:rsidRDefault="00357D63" w:rsidP="00AA7A66"/>
    <w:p w14:paraId="554B5A44" w14:textId="77777777" w:rsidR="00357D63" w:rsidRDefault="00357D63"/>
  </w:endnote>
  <w:endnote w:type="continuationSeparator" w:id="0">
    <w:p w14:paraId="20C56D92" w14:textId="77777777" w:rsidR="00357D63" w:rsidRDefault="00357D63" w:rsidP="00AA7A66">
      <w:r>
        <w:continuationSeparator/>
      </w:r>
    </w:p>
    <w:p w14:paraId="51094411" w14:textId="77777777" w:rsidR="00357D63" w:rsidRDefault="00357D63" w:rsidP="00AA7A66"/>
    <w:p w14:paraId="6B852BB2" w14:textId="77777777" w:rsidR="00357D63" w:rsidRDefault="00357D63"/>
  </w:endnote>
  <w:endnote w:type="continuationNotice" w:id="1">
    <w:p w14:paraId="2B708C5D" w14:textId="77777777" w:rsidR="00357D63" w:rsidRDefault="00357D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A44C" w14:textId="77777777" w:rsidR="008674B6" w:rsidRDefault="008674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Footer"/>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Footer"/>
    </w:pPr>
    <w:r w:rsidRPr="0008797F">
      <w:t>50, avenue Daumesnil – 75012 Paris – T. 0811 69 68 70 (service 0,05 €/appel + prix appel)</w:t>
    </w:r>
  </w:p>
  <w:p w14:paraId="653D51A3" w14:textId="77777777" w:rsidR="00296FC3" w:rsidRPr="0008797F" w:rsidRDefault="00296FC3" w:rsidP="00AA7A66">
    <w:pPr>
      <w:pStyle w:val="Footer"/>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4650A" w14:textId="77777777" w:rsidR="00357D63" w:rsidRDefault="00357D63" w:rsidP="00AA7A66">
      <w:r>
        <w:separator/>
      </w:r>
    </w:p>
    <w:p w14:paraId="2E54D713" w14:textId="77777777" w:rsidR="00357D63" w:rsidRDefault="00357D63" w:rsidP="00AA7A66"/>
    <w:p w14:paraId="07CBAE5A" w14:textId="77777777" w:rsidR="00357D63" w:rsidRDefault="00357D63"/>
  </w:footnote>
  <w:footnote w:type="continuationSeparator" w:id="0">
    <w:p w14:paraId="25410CDE" w14:textId="77777777" w:rsidR="00357D63" w:rsidRDefault="00357D63" w:rsidP="00AA7A66">
      <w:r>
        <w:continuationSeparator/>
      </w:r>
    </w:p>
    <w:p w14:paraId="4B976B5A" w14:textId="77777777" w:rsidR="00357D63" w:rsidRDefault="00357D63" w:rsidP="00AA7A66"/>
    <w:p w14:paraId="0AFE3936" w14:textId="77777777" w:rsidR="00357D63" w:rsidRDefault="00357D63"/>
  </w:footnote>
  <w:footnote w:type="continuationNotice" w:id="1">
    <w:p w14:paraId="5EA3FF15" w14:textId="77777777" w:rsidR="00357D63" w:rsidRDefault="00357D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4A957" w14:textId="77777777" w:rsidR="008674B6" w:rsidRDefault="008674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4E9F0A09" w:rsidR="00DB61BB" w:rsidRPr="00B15751" w:rsidRDefault="00F5476E" w:rsidP="000C4C62">
          <w:pPr>
            <w:pStyle w:val="entteferredroit"/>
          </w:pPr>
          <w:fldSimple w:instr=" STYLEREF  &quot;Titre Corail&quot;  \* MERGEFORMAT ">
            <w:r w:rsidR="00242A68">
              <w:t xml:space="preserve">Le kit de la reprise : </w:t>
            </w:r>
            <w:r w:rsidR="00242A68">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Header"/>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Header"/>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71.25pt" o:bullet="t">
        <v:imagedata r:id="rId1" o:title="Puce 1"/>
      </v:shape>
    </w:pict>
  </w:numPicBullet>
  <w:numPicBullet w:numPicBulletId="1">
    <w:pict>
      <v:shape id="_x0000_i1026" type="#_x0000_t75" style="width:78pt;height:71.25pt" o:bullet="t">
        <v:imagedata r:id="rId2" o:title="Puce 2"/>
      </v:shape>
    </w:pict>
  </w:numPicBullet>
  <w:numPicBullet w:numPicBulletId="2">
    <w:pict>
      <v:shape id="_x0000_i1027" type="#_x0000_t75" style="width:78pt;height:71.25pt" o:bullet="t">
        <v:imagedata r:id="rId3" o:title="Puce 3"/>
      </v:shape>
    </w:pict>
  </w:numPicBullet>
  <w:abstractNum w:abstractNumId="0" w15:restartNumberingAfterBreak="0">
    <w:nsid w:val="FFFFFF7C"/>
    <w:multiLevelType w:val="singleLevel"/>
    <w:tmpl w:val="AF58334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84257434">
    <w:abstractNumId w:val="13"/>
  </w:num>
  <w:num w:numId="2" w16cid:durableId="642345384">
    <w:abstractNumId w:val="8"/>
  </w:num>
  <w:num w:numId="3" w16cid:durableId="95255843">
    <w:abstractNumId w:val="3"/>
  </w:num>
  <w:num w:numId="4" w16cid:durableId="2021809624">
    <w:abstractNumId w:val="2"/>
  </w:num>
  <w:num w:numId="5" w16cid:durableId="1552499423">
    <w:abstractNumId w:val="1"/>
  </w:num>
  <w:num w:numId="6" w16cid:durableId="19598360">
    <w:abstractNumId w:val="0"/>
  </w:num>
  <w:num w:numId="7" w16cid:durableId="1687171232">
    <w:abstractNumId w:val="9"/>
  </w:num>
  <w:num w:numId="8" w16cid:durableId="54667040">
    <w:abstractNumId w:val="7"/>
  </w:num>
  <w:num w:numId="9" w16cid:durableId="641615453">
    <w:abstractNumId w:val="6"/>
  </w:num>
  <w:num w:numId="10" w16cid:durableId="1654872592">
    <w:abstractNumId w:val="5"/>
  </w:num>
  <w:num w:numId="11" w16cid:durableId="296884296">
    <w:abstractNumId w:val="4"/>
  </w:num>
  <w:num w:numId="12" w16cid:durableId="1867207532">
    <w:abstractNumId w:val="12"/>
  </w:num>
  <w:num w:numId="13" w16cid:durableId="1158114587">
    <w:abstractNumId w:val="10"/>
  </w:num>
  <w:num w:numId="14" w16cid:durableId="59756845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20248E"/>
    <w:rsid w:val="00207B9F"/>
    <w:rsid w:val="00235025"/>
    <w:rsid w:val="00242A68"/>
    <w:rsid w:val="00296FC3"/>
    <w:rsid w:val="002C60EC"/>
    <w:rsid w:val="002D0D22"/>
    <w:rsid w:val="00306585"/>
    <w:rsid w:val="00343B8A"/>
    <w:rsid w:val="00357D63"/>
    <w:rsid w:val="003649F6"/>
    <w:rsid w:val="00366068"/>
    <w:rsid w:val="003855AD"/>
    <w:rsid w:val="003A766B"/>
    <w:rsid w:val="003C3AE9"/>
    <w:rsid w:val="00414AC4"/>
    <w:rsid w:val="00415CAA"/>
    <w:rsid w:val="00522A08"/>
    <w:rsid w:val="005318EF"/>
    <w:rsid w:val="00540456"/>
    <w:rsid w:val="00543F6F"/>
    <w:rsid w:val="00633028"/>
    <w:rsid w:val="00675AF6"/>
    <w:rsid w:val="006924E1"/>
    <w:rsid w:val="006B4149"/>
    <w:rsid w:val="006C7BF3"/>
    <w:rsid w:val="006D2AA3"/>
    <w:rsid w:val="006E0FC8"/>
    <w:rsid w:val="00702097"/>
    <w:rsid w:val="00716DA7"/>
    <w:rsid w:val="007541DA"/>
    <w:rsid w:val="00775B3C"/>
    <w:rsid w:val="00792010"/>
    <w:rsid w:val="007A0942"/>
    <w:rsid w:val="007C0499"/>
    <w:rsid w:val="007D56EF"/>
    <w:rsid w:val="007E3D71"/>
    <w:rsid w:val="0085787B"/>
    <w:rsid w:val="008674B6"/>
    <w:rsid w:val="008C725C"/>
    <w:rsid w:val="0090018A"/>
    <w:rsid w:val="00900A7B"/>
    <w:rsid w:val="00962FF8"/>
    <w:rsid w:val="009748FC"/>
    <w:rsid w:val="009773B6"/>
    <w:rsid w:val="00990F36"/>
    <w:rsid w:val="009B15A4"/>
    <w:rsid w:val="009F048A"/>
    <w:rsid w:val="009F1C0E"/>
    <w:rsid w:val="00A12A06"/>
    <w:rsid w:val="00A540DB"/>
    <w:rsid w:val="00A851BB"/>
    <w:rsid w:val="00A875E2"/>
    <w:rsid w:val="00A87AFE"/>
    <w:rsid w:val="00AA7A66"/>
    <w:rsid w:val="00AF37FF"/>
    <w:rsid w:val="00B15751"/>
    <w:rsid w:val="00B2453F"/>
    <w:rsid w:val="00B37DFC"/>
    <w:rsid w:val="00B42C56"/>
    <w:rsid w:val="00B65E62"/>
    <w:rsid w:val="00B81EFE"/>
    <w:rsid w:val="00BB4ABA"/>
    <w:rsid w:val="00BD00C3"/>
    <w:rsid w:val="00BE3BD8"/>
    <w:rsid w:val="00C04AA8"/>
    <w:rsid w:val="00C25106"/>
    <w:rsid w:val="00C54068"/>
    <w:rsid w:val="00C57B15"/>
    <w:rsid w:val="00CA3AB7"/>
    <w:rsid w:val="00CF658E"/>
    <w:rsid w:val="00DB61BB"/>
    <w:rsid w:val="00DC34AB"/>
    <w:rsid w:val="00DF578E"/>
    <w:rsid w:val="00E03C3C"/>
    <w:rsid w:val="00E17E28"/>
    <w:rsid w:val="00E334FC"/>
    <w:rsid w:val="00E37D4B"/>
    <w:rsid w:val="00E60B9A"/>
    <w:rsid w:val="00EB21EE"/>
    <w:rsid w:val="00EB3EDA"/>
    <w:rsid w:val="00F205C1"/>
    <w:rsid w:val="00F2568E"/>
    <w:rsid w:val="00F5476E"/>
    <w:rsid w:val="00F55165"/>
    <w:rsid w:val="00F55739"/>
    <w:rsid w:val="00F85C4C"/>
    <w:rsid w:val="00F866C6"/>
    <w:rsid w:val="00F92047"/>
    <w:rsid w:val="00F95CEB"/>
    <w:rsid w:val="00FA1443"/>
    <w:rsid w:val="00FA19CF"/>
    <w:rsid w:val="00FA5E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DDBB545A-63E7-4553-B308-43D1ECD1E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Heading1">
    <w:name w:val="heading 1"/>
    <w:basedOn w:val="Normal"/>
    <w:next w:val="Normal"/>
    <w:link w:val="Heading1Ch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Heading2">
    <w:name w:val="heading 2"/>
    <w:basedOn w:val="Normal"/>
    <w:next w:val="Normal"/>
    <w:link w:val="Heading2Ch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Heading3">
    <w:name w:val="heading 3"/>
    <w:basedOn w:val="Normal"/>
    <w:next w:val="Normal"/>
    <w:link w:val="Heading3Ch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Heading4">
    <w:name w:val="heading 4"/>
    <w:basedOn w:val="Normal"/>
    <w:next w:val="Normal"/>
    <w:link w:val="Heading4Ch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Heading5">
    <w:name w:val="heading 5"/>
    <w:basedOn w:val="Normal"/>
    <w:next w:val="Normal"/>
    <w:link w:val="Heading5Ch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Heading6">
    <w:name w:val="heading 6"/>
    <w:basedOn w:val="Normal"/>
    <w:next w:val="Normal"/>
    <w:link w:val="Heading6Ch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Heading7">
    <w:name w:val="heading 7"/>
    <w:basedOn w:val="Normal"/>
    <w:next w:val="Normal"/>
    <w:link w:val="Heading7Ch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Heading8">
    <w:name w:val="heading 8"/>
    <w:basedOn w:val="Normal"/>
    <w:next w:val="Normal"/>
    <w:link w:val="Heading8Ch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Heading9">
    <w:name w:val="heading 9"/>
    <w:basedOn w:val="Normal"/>
    <w:next w:val="Normal"/>
    <w:link w:val="Heading9Ch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RA-2019">
    <w:name w:val="TAB_RA-2019"/>
    <w:basedOn w:val="Table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Header">
    <w:name w:val="header"/>
    <w:basedOn w:val="Normal"/>
    <w:link w:val="HeaderCh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HeaderChar">
    <w:name w:val="Header Char"/>
    <w:basedOn w:val="DefaultParagraphFont"/>
    <w:link w:val="Header"/>
    <w:uiPriority w:val="99"/>
    <w:rsid w:val="00AA7A66"/>
    <w:rPr>
      <w:noProof/>
      <w:color w:val="0F695F" w:themeColor="text2"/>
    </w:rPr>
  </w:style>
  <w:style w:type="paragraph" w:styleId="Footer">
    <w:name w:val="footer"/>
    <w:basedOn w:val="Normal"/>
    <w:link w:val="FooterCh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FooterChar">
    <w:name w:val="Footer Char"/>
    <w:basedOn w:val="DefaultParagraphFont"/>
    <w:link w:val="Footer"/>
    <w:uiPriority w:val="99"/>
    <w:rsid w:val="0008797F"/>
    <w:rPr>
      <w:color w:val="0F695F" w:themeColor="text2"/>
      <w:sz w:val="18"/>
      <w:szCs w:val="18"/>
    </w:rPr>
  </w:style>
  <w:style w:type="paragraph" w:customStyle="1" w:styleId="pieddepage-EntitouService-Corail">
    <w:name w:val="pied de page - Entité ou Service - Corail"/>
    <w:basedOn w:val="Footer"/>
    <w:qFormat/>
    <w:rsid w:val="00B42C56"/>
    <w:rPr>
      <w:b/>
      <w:bCs/>
      <w:color w:val="FF735F" w:themeColor="accent1"/>
    </w:rPr>
  </w:style>
  <w:style w:type="character" w:customStyle="1" w:styleId="Heading1Char">
    <w:name w:val="Heading 1 Char"/>
    <w:basedOn w:val="DefaultParagraphFont"/>
    <w:link w:val="Heading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Header"/>
    <w:qFormat/>
    <w:rsid w:val="007A0942"/>
    <w:pPr>
      <w:spacing w:after="40"/>
      <w:jc w:val="right"/>
    </w:pPr>
    <w:rPr>
      <w:b/>
      <w:bCs/>
      <w:sz w:val="36"/>
      <w:szCs w:val="36"/>
    </w:rPr>
  </w:style>
  <w:style w:type="paragraph" w:styleId="Date">
    <w:name w:val="Date"/>
    <w:basedOn w:val="Titredudocument"/>
    <w:next w:val="Normal"/>
    <w:link w:val="DateChar"/>
    <w:uiPriority w:val="99"/>
    <w:unhideWhenUsed/>
    <w:rsid w:val="00414AC4"/>
    <w:rPr>
      <w:b w:val="0"/>
      <w:bCs w:val="0"/>
      <w:sz w:val="28"/>
      <w:szCs w:val="28"/>
    </w:rPr>
  </w:style>
  <w:style w:type="character" w:customStyle="1" w:styleId="DateChar">
    <w:name w:val="Date Char"/>
    <w:basedOn w:val="DefaultParagraphFon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Header"/>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Heading2Char">
    <w:name w:val="Heading 2 Char"/>
    <w:basedOn w:val="DefaultParagraphFont"/>
    <w:link w:val="Heading2"/>
    <w:uiPriority w:val="9"/>
    <w:rsid w:val="00B81EFE"/>
    <w:rPr>
      <w:rFonts w:asciiTheme="majorHAnsi" w:eastAsiaTheme="majorEastAsia" w:hAnsiTheme="majorHAnsi" w:cstheme="majorBidi"/>
      <w:color w:val="FF735F" w:themeColor="accent1"/>
      <w:sz w:val="28"/>
      <w:szCs w:val="28"/>
    </w:rPr>
  </w:style>
  <w:style w:type="character" w:customStyle="1" w:styleId="Heading3Char">
    <w:name w:val="Heading 3 Char"/>
    <w:basedOn w:val="DefaultParagraphFont"/>
    <w:link w:val="Heading3"/>
    <w:uiPriority w:val="9"/>
    <w:rsid w:val="00B81EFE"/>
    <w:rPr>
      <w:rFonts w:asciiTheme="majorHAnsi" w:eastAsiaTheme="majorEastAsia" w:hAnsiTheme="majorHAnsi" w:cstheme="majorBidi"/>
      <w:color w:val="0F695F" w:themeColor="text2"/>
      <w:sz w:val="24"/>
      <w:szCs w:val="24"/>
    </w:rPr>
  </w:style>
  <w:style w:type="table" w:styleId="TableGrid">
    <w:name w:val="Table Grid"/>
    <w:basedOn w:val="Table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Address">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HTMLAddress">
    <w:name w:val="HTML Address"/>
    <w:basedOn w:val="Normal"/>
    <w:link w:val="HTMLAddressChar"/>
    <w:uiPriority w:val="99"/>
    <w:semiHidden/>
    <w:unhideWhenUsed/>
    <w:rsid w:val="00675AF6"/>
    <w:pPr>
      <w:spacing w:after="0" w:line="240" w:lineRule="auto"/>
    </w:pPr>
    <w:rPr>
      <w:i/>
      <w:iCs/>
    </w:rPr>
  </w:style>
  <w:style w:type="character" w:customStyle="1" w:styleId="HTMLAddressChar">
    <w:name w:val="HTML Address Char"/>
    <w:basedOn w:val="DefaultParagraphFont"/>
    <w:link w:val="HTMLAddress"/>
    <w:uiPriority w:val="99"/>
    <w:semiHidden/>
    <w:rsid w:val="00675AF6"/>
    <w:rPr>
      <w:i/>
      <w:iCs/>
      <w:color w:val="575757" w:themeColor="text1"/>
      <w:sz w:val="20"/>
      <w:szCs w:val="20"/>
    </w:rPr>
  </w:style>
  <w:style w:type="paragraph" w:styleId="Bibliography">
    <w:name w:val="Bibliography"/>
    <w:basedOn w:val="Normal"/>
    <w:next w:val="Normal"/>
    <w:uiPriority w:val="37"/>
    <w:semiHidden/>
    <w:unhideWhenUsed/>
    <w:rsid w:val="00675AF6"/>
  </w:style>
  <w:style w:type="paragraph" w:styleId="Quote">
    <w:name w:val="Quote"/>
    <w:basedOn w:val="Normal"/>
    <w:next w:val="Normal"/>
    <w:link w:val="QuoteChar"/>
    <w:uiPriority w:val="29"/>
    <w:qFormat/>
    <w:rsid w:val="00675AF6"/>
    <w:pPr>
      <w:spacing w:before="200"/>
      <w:ind w:left="864" w:right="864"/>
      <w:jc w:val="center"/>
    </w:pPr>
    <w:rPr>
      <w:i/>
      <w:iCs/>
      <w:color w:val="818181" w:themeColor="text1" w:themeTint="BF"/>
    </w:rPr>
  </w:style>
  <w:style w:type="character" w:customStyle="1" w:styleId="QuoteChar">
    <w:name w:val="Quote Char"/>
    <w:basedOn w:val="DefaultParagraphFont"/>
    <w:link w:val="Quote"/>
    <w:uiPriority w:val="29"/>
    <w:rsid w:val="00675AF6"/>
    <w:rPr>
      <w:i/>
      <w:iCs/>
      <w:color w:val="818181" w:themeColor="text1" w:themeTint="BF"/>
      <w:sz w:val="20"/>
      <w:szCs w:val="20"/>
    </w:rPr>
  </w:style>
  <w:style w:type="paragraph" w:styleId="IntenseQuote">
    <w:name w:val="Intense Quote"/>
    <w:basedOn w:val="Normal"/>
    <w:next w:val="Normal"/>
    <w:link w:val="IntenseQuoteCh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IntenseQuoteChar">
    <w:name w:val="Intense Quote Char"/>
    <w:basedOn w:val="DefaultParagraphFont"/>
    <w:link w:val="IntenseQuote"/>
    <w:uiPriority w:val="30"/>
    <w:rsid w:val="00675AF6"/>
    <w:rPr>
      <w:i/>
      <w:iCs/>
      <w:color w:val="FF735F" w:themeColor="accent1"/>
      <w:sz w:val="20"/>
      <w:szCs w:val="20"/>
    </w:rPr>
  </w:style>
  <w:style w:type="paragraph" w:styleId="CommentText">
    <w:name w:val="annotation text"/>
    <w:basedOn w:val="Normal"/>
    <w:link w:val="CommentTextChar"/>
    <w:uiPriority w:val="99"/>
    <w:semiHidden/>
    <w:unhideWhenUsed/>
    <w:rsid w:val="00675AF6"/>
    <w:pPr>
      <w:spacing w:line="240" w:lineRule="auto"/>
    </w:pPr>
  </w:style>
  <w:style w:type="character" w:customStyle="1" w:styleId="CommentTextChar">
    <w:name w:val="Comment Text Char"/>
    <w:basedOn w:val="DefaultParagraphFont"/>
    <w:link w:val="CommentText"/>
    <w:uiPriority w:val="99"/>
    <w:semiHidden/>
    <w:rsid w:val="00675AF6"/>
    <w:rPr>
      <w:color w:val="575757" w:themeColor="text1"/>
      <w:sz w:val="20"/>
      <w:szCs w:val="20"/>
    </w:rPr>
  </w:style>
  <w:style w:type="paragraph" w:styleId="BodyText">
    <w:name w:val="Body Text"/>
    <w:basedOn w:val="Normal"/>
    <w:link w:val="BodyTextChar"/>
    <w:uiPriority w:val="99"/>
    <w:semiHidden/>
    <w:unhideWhenUsed/>
    <w:rsid w:val="00675AF6"/>
    <w:pPr>
      <w:spacing w:after="120"/>
    </w:pPr>
  </w:style>
  <w:style w:type="character" w:customStyle="1" w:styleId="BodyTextChar">
    <w:name w:val="Body Text Char"/>
    <w:basedOn w:val="DefaultParagraphFont"/>
    <w:link w:val="BodyText"/>
    <w:uiPriority w:val="99"/>
    <w:semiHidden/>
    <w:rsid w:val="00675AF6"/>
    <w:rPr>
      <w:color w:val="575757" w:themeColor="text1"/>
      <w:sz w:val="20"/>
      <w:szCs w:val="20"/>
    </w:rPr>
  </w:style>
  <w:style w:type="paragraph" w:styleId="BodyText2">
    <w:name w:val="Body Text 2"/>
    <w:basedOn w:val="Normal"/>
    <w:link w:val="BodyText2Char"/>
    <w:uiPriority w:val="99"/>
    <w:semiHidden/>
    <w:unhideWhenUsed/>
    <w:rsid w:val="00675AF6"/>
    <w:pPr>
      <w:spacing w:after="120" w:line="480" w:lineRule="auto"/>
    </w:pPr>
  </w:style>
  <w:style w:type="character" w:customStyle="1" w:styleId="BodyText2Char">
    <w:name w:val="Body Text 2 Char"/>
    <w:basedOn w:val="DefaultParagraphFont"/>
    <w:link w:val="BodyText2"/>
    <w:uiPriority w:val="99"/>
    <w:semiHidden/>
    <w:rsid w:val="00675AF6"/>
    <w:rPr>
      <w:color w:val="575757" w:themeColor="text1"/>
      <w:sz w:val="20"/>
      <w:szCs w:val="20"/>
    </w:rPr>
  </w:style>
  <w:style w:type="paragraph" w:styleId="BodyText3">
    <w:name w:val="Body Text 3"/>
    <w:basedOn w:val="Normal"/>
    <w:link w:val="BodyText3Char"/>
    <w:uiPriority w:val="99"/>
    <w:semiHidden/>
    <w:unhideWhenUsed/>
    <w:rsid w:val="00675AF6"/>
    <w:pPr>
      <w:spacing w:after="120"/>
    </w:pPr>
    <w:rPr>
      <w:sz w:val="16"/>
      <w:szCs w:val="16"/>
    </w:rPr>
  </w:style>
  <w:style w:type="character" w:customStyle="1" w:styleId="BodyText3Char">
    <w:name w:val="Body Text 3 Char"/>
    <w:basedOn w:val="DefaultParagraphFont"/>
    <w:link w:val="BodyText3"/>
    <w:uiPriority w:val="99"/>
    <w:semiHidden/>
    <w:rsid w:val="00675AF6"/>
    <w:rPr>
      <w:color w:val="575757" w:themeColor="text1"/>
      <w:sz w:val="16"/>
      <w:szCs w:val="16"/>
    </w:rPr>
  </w:style>
  <w:style w:type="paragraph" w:styleId="MessageHeader">
    <w:name w:val="Message Header"/>
    <w:basedOn w:val="Normal"/>
    <w:link w:val="MessageHeaderCh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TOCHeading">
    <w:name w:val="TOC Heading"/>
    <w:basedOn w:val="Heading1"/>
    <w:next w:val="Normal"/>
    <w:uiPriority w:val="39"/>
    <w:semiHidden/>
    <w:unhideWhenUsed/>
    <w:qFormat/>
    <w:rsid w:val="00675AF6"/>
    <w:pPr>
      <w:spacing w:after="0"/>
      <w:outlineLvl w:val="9"/>
    </w:pPr>
    <w:rPr>
      <w:color w:val="FF2507" w:themeColor="accent1" w:themeShade="BF"/>
      <w:sz w:val="32"/>
      <w:szCs w:val="32"/>
    </w:rPr>
  </w:style>
  <w:style w:type="paragraph" w:styleId="DocumentMap">
    <w:name w:val="Document Map"/>
    <w:basedOn w:val="Normal"/>
    <w:link w:val="DocumentMapChar"/>
    <w:uiPriority w:val="99"/>
    <w:semiHidden/>
    <w:unhideWhenUsed/>
    <w:rsid w:val="00675AF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675AF6"/>
    <w:rPr>
      <w:rFonts w:ascii="Segoe UI" w:hAnsi="Segoe UI" w:cs="Segoe UI"/>
      <w:color w:val="575757" w:themeColor="text1"/>
      <w:sz w:val="16"/>
      <w:szCs w:val="16"/>
    </w:rPr>
  </w:style>
  <w:style w:type="paragraph" w:styleId="Closing">
    <w:name w:val="Closing"/>
    <w:basedOn w:val="Normal"/>
    <w:link w:val="ClosingChar"/>
    <w:uiPriority w:val="99"/>
    <w:semiHidden/>
    <w:unhideWhenUsed/>
    <w:rsid w:val="00675AF6"/>
    <w:pPr>
      <w:spacing w:after="0" w:line="240" w:lineRule="auto"/>
      <w:ind w:left="4252"/>
    </w:pPr>
  </w:style>
  <w:style w:type="character" w:customStyle="1" w:styleId="ClosingChar">
    <w:name w:val="Closing Char"/>
    <w:basedOn w:val="DefaultParagraphFont"/>
    <w:link w:val="Closing"/>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Caption">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
    <w:name w:val="List"/>
    <w:basedOn w:val="Normal"/>
    <w:uiPriority w:val="99"/>
    <w:semiHidden/>
    <w:unhideWhenUsed/>
    <w:rsid w:val="00675AF6"/>
    <w:pPr>
      <w:ind w:left="283" w:hanging="283"/>
      <w:contextualSpacing/>
    </w:pPr>
  </w:style>
  <w:style w:type="paragraph" w:styleId="List2">
    <w:name w:val="List 2"/>
    <w:basedOn w:val="Normal"/>
    <w:uiPriority w:val="99"/>
    <w:semiHidden/>
    <w:unhideWhenUsed/>
    <w:rsid w:val="00675AF6"/>
    <w:pPr>
      <w:ind w:left="566" w:hanging="283"/>
      <w:contextualSpacing/>
    </w:pPr>
  </w:style>
  <w:style w:type="paragraph" w:styleId="List3">
    <w:name w:val="List 3"/>
    <w:basedOn w:val="Normal"/>
    <w:uiPriority w:val="99"/>
    <w:semiHidden/>
    <w:unhideWhenUsed/>
    <w:rsid w:val="00675AF6"/>
    <w:pPr>
      <w:ind w:left="849" w:hanging="283"/>
      <w:contextualSpacing/>
    </w:pPr>
  </w:style>
  <w:style w:type="paragraph" w:styleId="List4">
    <w:name w:val="List 4"/>
    <w:basedOn w:val="Normal"/>
    <w:uiPriority w:val="99"/>
    <w:semiHidden/>
    <w:unhideWhenUsed/>
    <w:rsid w:val="00675AF6"/>
    <w:pPr>
      <w:ind w:left="1132" w:hanging="283"/>
      <w:contextualSpacing/>
    </w:pPr>
  </w:style>
  <w:style w:type="paragraph" w:styleId="List5">
    <w:name w:val="List 5"/>
    <w:basedOn w:val="Normal"/>
    <w:uiPriority w:val="99"/>
    <w:semiHidden/>
    <w:unhideWhenUsed/>
    <w:rsid w:val="00675AF6"/>
    <w:pPr>
      <w:ind w:left="1415" w:hanging="283"/>
      <w:contextualSpacing/>
    </w:pPr>
  </w:style>
  <w:style w:type="paragraph" w:styleId="ListNumber">
    <w:name w:val="List Number"/>
    <w:basedOn w:val="Normal"/>
    <w:uiPriority w:val="99"/>
    <w:semiHidden/>
    <w:unhideWhenUsed/>
    <w:rsid w:val="00675AF6"/>
    <w:pPr>
      <w:numPr>
        <w:numId w:val="2"/>
      </w:numPr>
      <w:contextualSpacing/>
    </w:pPr>
  </w:style>
  <w:style w:type="paragraph" w:styleId="ListNumber2">
    <w:name w:val="List Number 2"/>
    <w:basedOn w:val="Normal"/>
    <w:uiPriority w:val="99"/>
    <w:semiHidden/>
    <w:unhideWhenUsed/>
    <w:rsid w:val="00675AF6"/>
    <w:pPr>
      <w:numPr>
        <w:numId w:val="3"/>
      </w:numPr>
      <w:contextualSpacing/>
    </w:pPr>
  </w:style>
  <w:style w:type="paragraph" w:styleId="ListNumber3">
    <w:name w:val="List Number 3"/>
    <w:basedOn w:val="Normal"/>
    <w:uiPriority w:val="99"/>
    <w:semiHidden/>
    <w:unhideWhenUsed/>
    <w:rsid w:val="00675AF6"/>
    <w:pPr>
      <w:numPr>
        <w:numId w:val="4"/>
      </w:numPr>
      <w:contextualSpacing/>
    </w:pPr>
  </w:style>
  <w:style w:type="paragraph" w:styleId="ListNumber4">
    <w:name w:val="List Number 4"/>
    <w:basedOn w:val="Normal"/>
    <w:uiPriority w:val="99"/>
    <w:semiHidden/>
    <w:unhideWhenUsed/>
    <w:rsid w:val="00675AF6"/>
    <w:pPr>
      <w:numPr>
        <w:numId w:val="5"/>
      </w:numPr>
      <w:contextualSpacing/>
    </w:pPr>
  </w:style>
  <w:style w:type="paragraph" w:styleId="ListNumber5">
    <w:name w:val="List Number 5"/>
    <w:basedOn w:val="Normal"/>
    <w:uiPriority w:val="99"/>
    <w:semiHidden/>
    <w:unhideWhenUsed/>
    <w:rsid w:val="00675AF6"/>
    <w:pPr>
      <w:numPr>
        <w:numId w:val="6"/>
      </w:numPr>
      <w:contextualSpacing/>
    </w:pPr>
  </w:style>
  <w:style w:type="paragraph" w:styleId="ListBullet">
    <w:name w:val="List Bullet"/>
    <w:basedOn w:val="Normal"/>
    <w:uiPriority w:val="99"/>
    <w:semiHidden/>
    <w:unhideWhenUsed/>
    <w:rsid w:val="00675AF6"/>
    <w:pPr>
      <w:numPr>
        <w:numId w:val="7"/>
      </w:numPr>
      <w:contextualSpacing/>
    </w:pPr>
  </w:style>
  <w:style w:type="paragraph" w:styleId="ListBullet2">
    <w:name w:val="List Bullet 2"/>
    <w:basedOn w:val="Normal"/>
    <w:uiPriority w:val="99"/>
    <w:semiHidden/>
    <w:unhideWhenUsed/>
    <w:rsid w:val="00675AF6"/>
    <w:pPr>
      <w:numPr>
        <w:numId w:val="8"/>
      </w:numPr>
      <w:contextualSpacing/>
    </w:pPr>
  </w:style>
  <w:style w:type="paragraph" w:styleId="ListBullet3">
    <w:name w:val="List Bullet 3"/>
    <w:basedOn w:val="Normal"/>
    <w:uiPriority w:val="99"/>
    <w:semiHidden/>
    <w:unhideWhenUsed/>
    <w:rsid w:val="00675AF6"/>
    <w:pPr>
      <w:numPr>
        <w:numId w:val="9"/>
      </w:numPr>
      <w:contextualSpacing/>
    </w:pPr>
  </w:style>
  <w:style w:type="paragraph" w:styleId="ListBullet4">
    <w:name w:val="List Bullet 4"/>
    <w:basedOn w:val="Normal"/>
    <w:uiPriority w:val="99"/>
    <w:semiHidden/>
    <w:unhideWhenUsed/>
    <w:rsid w:val="00675AF6"/>
    <w:pPr>
      <w:numPr>
        <w:numId w:val="10"/>
      </w:numPr>
      <w:contextualSpacing/>
    </w:pPr>
  </w:style>
  <w:style w:type="paragraph" w:styleId="ListBullet5">
    <w:name w:val="List Bullet 5"/>
    <w:basedOn w:val="Normal"/>
    <w:uiPriority w:val="99"/>
    <w:semiHidden/>
    <w:unhideWhenUsed/>
    <w:rsid w:val="00675AF6"/>
    <w:pPr>
      <w:numPr>
        <w:numId w:val="11"/>
      </w:numPr>
      <w:contextualSpacing/>
    </w:pPr>
  </w:style>
  <w:style w:type="paragraph" w:styleId="ListContinue">
    <w:name w:val="List Continue"/>
    <w:basedOn w:val="Normal"/>
    <w:uiPriority w:val="99"/>
    <w:semiHidden/>
    <w:unhideWhenUsed/>
    <w:rsid w:val="00675AF6"/>
    <w:pPr>
      <w:spacing w:after="120"/>
      <w:ind w:left="283"/>
      <w:contextualSpacing/>
    </w:pPr>
  </w:style>
  <w:style w:type="paragraph" w:styleId="ListContinue2">
    <w:name w:val="List Continue 2"/>
    <w:basedOn w:val="Normal"/>
    <w:uiPriority w:val="99"/>
    <w:semiHidden/>
    <w:unhideWhenUsed/>
    <w:rsid w:val="00675AF6"/>
    <w:pPr>
      <w:spacing w:after="120"/>
      <w:ind w:left="566"/>
      <w:contextualSpacing/>
    </w:pPr>
  </w:style>
  <w:style w:type="paragraph" w:styleId="ListContinue3">
    <w:name w:val="List Continue 3"/>
    <w:basedOn w:val="Normal"/>
    <w:uiPriority w:val="99"/>
    <w:semiHidden/>
    <w:unhideWhenUsed/>
    <w:rsid w:val="00675AF6"/>
    <w:pPr>
      <w:spacing w:after="120"/>
      <w:ind w:left="849"/>
      <w:contextualSpacing/>
    </w:pPr>
  </w:style>
  <w:style w:type="paragraph" w:styleId="ListContinue4">
    <w:name w:val="List Continue 4"/>
    <w:basedOn w:val="Normal"/>
    <w:uiPriority w:val="99"/>
    <w:semiHidden/>
    <w:unhideWhenUsed/>
    <w:rsid w:val="00675AF6"/>
    <w:pPr>
      <w:spacing w:after="120"/>
      <w:ind w:left="1132"/>
      <w:contextualSpacing/>
    </w:pPr>
  </w:style>
  <w:style w:type="paragraph" w:styleId="List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BlockText">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FootnoteText">
    <w:name w:val="footnote text"/>
    <w:basedOn w:val="Normal"/>
    <w:link w:val="FootnoteTextChar"/>
    <w:uiPriority w:val="99"/>
    <w:semiHidden/>
    <w:unhideWhenUsed/>
    <w:rsid w:val="00675AF6"/>
    <w:pPr>
      <w:spacing w:after="0" w:line="240" w:lineRule="auto"/>
    </w:pPr>
  </w:style>
  <w:style w:type="character" w:customStyle="1" w:styleId="FootnoteTextChar">
    <w:name w:val="Footnote Text Char"/>
    <w:basedOn w:val="DefaultParagraphFont"/>
    <w:link w:val="FootnoteText"/>
    <w:uiPriority w:val="99"/>
    <w:semiHidden/>
    <w:rsid w:val="00675AF6"/>
    <w:rPr>
      <w:color w:val="575757" w:themeColor="text1"/>
      <w:sz w:val="20"/>
      <w:szCs w:val="20"/>
    </w:rPr>
  </w:style>
  <w:style w:type="paragraph" w:styleId="EndnoteText">
    <w:name w:val="endnote text"/>
    <w:basedOn w:val="Normal"/>
    <w:link w:val="EndnoteTextChar"/>
    <w:uiPriority w:val="99"/>
    <w:semiHidden/>
    <w:unhideWhenUsed/>
    <w:rsid w:val="00675AF6"/>
    <w:pPr>
      <w:spacing w:after="0" w:line="240" w:lineRule="auto"/>
    </w:pPr>
  </w:style>
  <w:style w:type="character" w:customStyle="1" w:styleId="EndnoteTextChar">
    <w:name w:val="Endnote Text Char"/>
    <w:basedOn w:val="DefaultParagraphFont"/>
    <w:link w:val="EndnoteText"/>
    <w:uiPriority w:val="99"/>
    <w:semiHidden/>
    <w:rsid w:val="00675AF6"/>
    <w:rPr>
      <w:color w:val="575757" w:themeColor="text1"/>
      <w:sz w:val="20"/>
      <w:szCs w:val="20"/>
    </w:rPr>
  </w:style>
  <w:style w:type="paragraph" w:styleId="CommentSubject">
    <w:name w:val="annotation subject"/>
    <w:basedOn w:val="CommentText"/>
    <w:next w:val="CommentText"/>
    <w:link w:val="CommentSubjectChar"/>
    <w:uiPriority w:val="99"/>
    <w:semiHidden/>
    <w:unhideWhenUsed/>
    <w:rsid w:val="00675AF6"/>
    <w:rPr>
      <w:b/>
      <w:bCs/>
    </w:rPr>
  </w:style>
  <w:style w:type="character" w:customStyle="1" w:styleId="CommentSubjectChar">
    <w:name w:val="Comment Subject Char"/>
    <w:basedOn w:val="CommentTextChar"/>
    <w:link w:val="CommentSubject"/>
    <w:uiPriority w:val="99"/>
    <w:semiHidden/>
    <w:rsid w:val="00675AF6"/>
    <w:rPr>
      <w:b/>
      <w:bCs/>
      <w:color w:val="575757" w:themeColor="text1"/>
      <w:sz w:val="20"/>
      <w:szCs w:val="20"/>
    </w:rPr>
  </w:style>
  <w:style w:type="paragraph" w:styleId="ListParagraph">
    <w:name w:val="List Paragraph"/>
    <w:basedOn w:val="Normal"/>
    <w:uiPriority w:val="34"/>
    <w:qFormat/>
    <w:rsid w:val="00675AF6"/>
    <w:pPr>
      <w:ind w:left="720"/>
      <w:contextualSpacing/>
    </w:pPr>
  </w:style>
  <w:style w:type="paragraph" w:styleId="HTMLPreformatted">
    <w:name w:val="HTML Preformatted"/>
    <w:basedOn w:val="Normal"/>
    <w:link w:val="HTMLPreformattedChar"/>
    <w:uiPriority w:val="99"/>
    <w:semiHidden/>
    <w:unhideWhenUsed/>
    <w:rsid w:val="00675AF6"/>
    <w:pPr>
      <w:spacing w:after="0" w:line="240" w:lineRule="auto"/>
    </w:pPr>
    <w:rPr>
      <w:rFonts w:ascii="Consolas" w:hAnsi="Consolas"/>
    </w:rPr>
  </w:style>
  <w:style w:type="character" w:customStyle="1" w:styleId="HTMLPreformattedChar">
    <w:name w:val="HTML Preformatted Char"/>
    <w:basedOn w:val="DefaultParagraphFont"/>
    <w:link w:val="HTMLPreformatted"/>
    <w:uiPriority w:val="99"/>
    <w:semiHidden/>
    <w:rsid w:val="00675AF6"/>
    <w:rPr>
      <w:rFonts w:ascii="Consolas" w:hAnsi="Consolas"/>
      <w:color w:val="575757" w:themeColor="text1"/>
      <w:sz w:val="20"/>
      <w:szCs w:val="20"/>
    </w:rPr>
  </w:style>
  <w:style w:type="paragraph" w:styleId="BodyTextFirstIndent">
    <w:name w:val="Body Text First Indent"/>
    <w:basedOn w:val="BodyText"/>
    <w:link w:val="BodyTextFirstIndentChar"/>
    <w:uiPriority w:val="99"/>
    <w:semiHidden/>
    <w:unhideWhenUsed/>
    <w:rsid w:val="00675AF6"/>
    <w:pPr>
      <w:spacing w:after="160"/>
      <w:ind w:firstLine="360"/>
    </w:pPr>
  </w:style>
  <w:style w:type="character" w:customStyle="1" w:styleId="BodyTextFirstIndentChar">
    <w:name w:val="Body Text First Indent Char"/>
    <w:basedOn w:val="BodyTextChar"/>
    <w:link w:val="BodyTextFirstIndent"/>
    <w:uiPriority w:val="99"/>
    <w:semiHidden/>
    <w:rsid w:val="00675AF6"/>
    <w:rPr>
      <w:color w:val="575757" w:themeColor="text1"/>
      <w:sz w:val="20"/>
      <w:szCs w:val="20"/>
    </w:rPr>
  </w:style>
  <w:style w:type="paragraph" w:styleId="BodyTextIndent">
    <w:name w:val="Body Text Indent"/>
    <w:basedOn w:val="Normal"/>
    <w:link w:val="BodyTextIndentChar"/>
    <w:uiPriority w:val="99"/>
    <w:semiHidden/>
    <w:unhideWhenUsed/>
    <w:rsid w:val="00675AF6"/>
    <w:pPr>
      <w:spacing w:after="120"/>
      <w:ind w:left="283"/>
    </w:pPr>
  </w:style>
  <w:style w:type="character" w:customStyle="1" w:styleId="BodyTextIndentChar">
    <w:name w:val="Body Text Indent Char"/>
    <w:basedOn w:val="DefaultParagraphFont"/>
    <w:link w:val="BodyTextIndent"/>
    <w:uiPriority w:val="99"/>
    <w:semiHidden/>
    <w:rsid w:val="00675AF6"/>
    <w:rPr>
      <w:color w:val="575757" w:themeColor="text1"/>
      <w:sz w:val="20"/>
      <w:szCs w:val="20"/>
    </w:rPr>
  </w:style>
  <w:style w:type="paragraph" w:styleId="BodyTextIndent2">
    <w:name w:val="Body Text Indent 2"/>
    <w:basedOn w:val="Normal"/>
    <w:link w:val="BodyTextIndent2Char"/>
    <w:uiPriority w:val="99"/>
    <w:semiHidden/>
    <w:unhideWhenUsed/>
    <w:rsid w:val="00675AF6"/>
    <w:pPr>
      <w:spacing w:after="120" w:line="480" w:lineRule="auto"/>
      <w:ind w:left="283"/>
    </w:pPr>
  </w:style>
  <w:style w:type="character" w:customStyle="1" w:styleId="BodyTextIndent2Char">
    <w:name w:val="Body Text Indent 2 Char"/>
    <w:basedOn w:val="DefaultParagraphFont"/>
    <w:link w:val="BodyTextIndent2"/>
    <w:uiPriority w:val="99"/>
    <w:semiHidden/>
    <w:rsid w:val="00675AF6"/>
    <w:rPr>
      <w:color w:val="575757" w:themeColor="text1"/>
      <w:sz w:val="20"/>
      <w:szCs w:val="20"/>
    </w:rPr>
  </w:style>
  <w:style w:type="paragraph" w:styleId="BodyTextIndent3">
    <w:name w:val="Body Text Indent 3"/>
    <w:basedOn w:val="Normal"/>
    <w:link w:val="BodyTextIndent3Char"/>
    <w:uiPriority w:val="99"/>
    <w:semiHidden/>
    <w:unhideWhenUsed/>
    <w:rsid w:val="00675AF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75AF6"/>
    <w:rPr>
      <w:color w:val="575757" w:themeColor="text1"/>
      <w:sz w:val="16"/>
      <w:szCs w:val="16"/>
    </w:rPr>
  </w:style>
  <w:style w:type="paragraph" w:styleId="BodyTextFirstIndent2">
    <w:name w:val="Body Text First Indent 2"/>
    <w:basedOn w:val="BodyTextIndent"/>
    <w:link w:val="BodyTextFirstIndent2Char"/>
    <w:uiPriority w:val="99"/>
    <w:semiHidden/>
    <w:unhideWhenUsed/>
    <w:rsid w:val="00675AF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675AF6"/>
    <w:rPr>
      <w:color w:val="575757" w:themeColor="text1"/>
      <w:sz w:val="20"/>
      <w:szCs w:val="20"/>
    </w:rPr>
  </w:style>
  <w:style w:type="paragraph" w:styleId="NormalIndent">
    <w:name w:val="Normal Indent"/>
    <w:basedOn w:val="Normal"/>
    <w:uiPriority w:val="99"/>
    <w:semiHidden/>
    <w:unhideWhenUsed/>
    <w:rsid w:val="00675AF6"/>
    <w:pPr>
      <w:ind w:left="708"/>
    </w:pPr>
  </w:style>
  <w:style w:type="paragraph" w:styleId="Salutation">
    <w:name w:val="Salutation"/>
    <w:basedOn w:val="Normal"/>
    <w:next w:val="Normal"/>
    <w:link w:val="SalutationChar"/>
    <w:uiPriority w:val="99"/>
    <w:semiHidden/>
    <w:unhideWhenUsed/>
    <w:rsid w:val="00675AF6"/>
  </w:style>
  <w:style w:type="character" w:customStyle="1" w:styleId="SalutationChar">
    <w:name w:val="Salutation Char"/>
    <w:basedOn w:val="DefaultParagraphFont"/>
    <w:link w:val="Salutation"/>
    <w:uiPriority w:val="99"/>
    <w:semiHidden/>
    <w:rsid w:val="00675AF6"/>
    <w:rPr>
      <w:color w:val="575757" w:themeColor="text1"/>
      <w:sz w:val="20"/>
      <w:szCs w:val="20"/>
    </w:rPr>
  </w:style>
  <w:style w:type="paragraph" w:styleId="NoSpacing">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har"/>
    <w:uiPriority w:val="99"/>
    <w:semiHidden/>
    <w:unhideWhenUsed/>
    <w:rsid w:val="00675AF6"/>
    <w:pPr>
      <w:spacing w:after="0" w:line="240" w:lineRule="auto"/>
      <w:ind w:left="4252"/>
    </w:pPr>
  </w:style>
  <w:style w:type="character" w:customStyle="1" w:styleId="SignatureChar">
    <w:name w:val="Signature Char"/>
    <w:basedOn w:val="DefaultParagraphFont"/>
    <w:link w:val="Signature"/>
    <w:uiPriority w:val="99"/>
    <w:semiHidden/>
    <w:rsid w:val="00675AF6"/>
    <w:rPr>
      <w:color w:val="575757" w:themeColor="text1"/>
      <w:sz w:val="20"/>
      <w:szCs w:val="20"/>
    </w:rPr>
  </w:style>
  <w:style w:type="paragraph" w:styleId="E-mailSignature">
    <w:name w:val="E-mail Signature"/>
    <w:basedOn w:val="Normal"/>
    <w:link w:val="E-mailSignatureChar"/>
    <w:uiPriority w:val="99"/>
    <w:semiHidden/>
    <w:unhideWhenUsed/>
    <w:rsid w:val="00675AF6"/>
    <w:pPr>
      <w:spacing w:after="0" w:line="240" w:lineRule="auto"/>
    </w:pPr>
  </w:style>
  <w:style w:type="character" w:customStyle="1" w:styleId="E-mailSignatureChar">
    <w:name w:val="E-mail Signature Char"/>
    <w:basedOn w:val="DefaultParagraphFont"/>
    <w:link w:val="E-mailSignature"/>
    <w:uiPriority w:val="99"/>
    <w:semiHidden/>
    <w:rsid w:val="00675AF6"/>
    <w:rPr>
      <w:color w:val="575757" w:themeColor="text1"/>
      <w:sz w:val="20"/>
      <w:szCs w:val="20"/>
    </w:rPr>
  </w:style>
  <w:style w:type="paragraph" w:styleId="Subtitle">
    <w:name w:val="Subtitle"/>
    <w:basedOn w:val="Normal"/>
    <w:next w:val="Normal"/>
    <w:link w:val="SubtitleChar"/>
    <w:uiPriority w:val="11"/>
    <w:qFormat/>
    <w:rsid w:val="00675AF6"/>
    <w:pPr>
      <w:numPr>
        <w:ilvl w:val="1"/>
      </w:numPr>
    </w:pPr>
    <w:rPr>
      <w:rFonts w:eastAsiaTheme="minorEastAsia"/>
      <w:color w:val="929292" w:themeColor="text1" w:themeTint="A5"/>
      <w:spacing w:val="15"/>
    </w:rPr>
  </w:style>
  <w:style w:type="character" w:customStyle="1" w:styleId="SubtitleChar">
    <w:name w:val="Subtitle Char"/>
    <w:basedOn w:val="DefaultParagraphFont"/>
    <w:link w:val="Subtitle"/>
    <w:uiPriority w:val="11"/>
    <w:rsid w:val="00675AF6"/>
    <w:rPr>
      <w:rFonts w:eastAsiaTheme="minorEastAsia"/>
      <w:color w:val="929292" w:themeColor="text1" w:themeTint="A5"/>
      <w:spacing w:val="15"/>
    </w:rPr>
  </w:style>
  <w:style w:type="paragraph" w:styleId="TableofFigures">
    <w:name w:val="table of figures"/>
    <w:basedOn w:val="Normal"/>
    <w:next w:val="Normal"/>
    <w:uiPriority w:val="99"/>
    <w:semiHidden/>
    <w:unhideWhenUsed/>
    <w:rsid w:val="00675AF6"/>
    <w:pPr>
      <w:spacing w:after="0"/>
    </w:pPr>
  </w:style>
  <w:style w:type="paragraph" w:styleId="TableofAuthorities">
    <w:name w:val="table of authorities"/>
    <w:basedOn w:val="Normal"/>
    <w:next w:val="Normal"/>
    <w:uiPriority w:val="99"/>
    <w:semiHidden/>
    <w:unhideWhenUsed/>
    <w:rsid w:val="00675AF6"/>
    <w:pPr>
      <w:spacing w:after="0"/>
      <w:ind w:left="200" w:hanging="200"/>
    </w:pPr>
  </w:style>
  <w:style w:type="paragraph" w:styleId="PlainText">
    <w:name w:val="Plain Text"/>
    <w:basedOn w:val="Normal"/>
    <w:link w:val="PlainTextChar"/>
    <w:uiPriority w:val="99"/>
    <w:semiHidden/>
    <w:unhideWhenUsed/>
    <w:rsid w:val="00675AF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75AF6"/>
    <w:rPr>
      <w:rFonts w:ascii="Consolas" w:hAnsi="Consolas"/>
      <w:color w:val="575757" w:themeColor="text1"/>
      <w:sz w:val="21"/>
      <w:szCs w:val="21"/>
    </w:rPr>
  </w:style>
  <w:style w:type="paragraph" w:styleId="BalloonText">
    <w:name w:val="Balloon Text"/>
    <w:basedOn w:val="Normal"/>
    <w:link w:val="BalloonTextChar"/>
    <w:uiPriority w:val="99"/>
    <w:semiHidden/>
    <w:unhideWhenUsed/>
    <w:rsid w:val="00675A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5AF6"/>
    <w:rPr>
      <w:rFonts w:ascii="Segoe UI" w:hAnsi="Segoe UI" w:cs="Segoe UI"/>
      <w:color w:val="575757" w:themeColor="text1"/>
      <w:sz w:val="18"/>
      <w:szCs w:val="18"/>
    </w:rPr>
  </w:style>
  <w:style w:type="paragraph" w:styleId="MacroText">
    <w:name w:val="macro"/>
    <w:link w:val="MacroTextCh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MacroTextChar">
    <w:name w:val="Macro Text Char"/>
    <w:basedOn w:val="DefaultParagraphFont"/>
    <w:link w:val="MacroText"/>
    <w:uiPriority w:val="99"/>
    <w:semiHidden/>
    <w:rsid w:val="00675AF6"/>
    <w:rPr>
      <w:rFonts w:ascii="Consolas" w:hAnsi="Consolas"/>
      <w:color w:val="575757" w:themeColor="text1"/>
      <w:sz w:val="20"/>
      <w:szCs w:val="20"/>
    </w:rPr>
  </w:style>
  <w:style w:type="paragraph" w:styleId="Title">
    <w:name w:val="Title"/>
    <w:basedOn w:val="Normal"/>
    <w:next w:val="Normal"/>
    <w:link w:val="TitleCh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675AF6"/>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Heading5Char">
    <w:name w:val="Heading 5 Char"/>
    <w:basedOn w:val="DefaultParagraphFont"/>
    <w:link w:val="Heading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Heading6Char">
    <w:name w:val="Heading 6 Char"/>
    <w:basedOn w:val="DefaultParagraphFont"/>
    <w:link w:val="Heading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Heading7Char">
    <w:name w:val="Heading 7 Char"/>
    <w:basedOn w:val="DefaultParagraphFont"/>
    <w:link w:val="Heading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Heading8Char">
    <w:name w:val="Heading 8 Char"/>
    <w:basedOn w:val="DefaultParagraphFont"/>
    <w:link w:val="Heading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Heading9Char">
    <w:name w:val="Heading 9 Char"/>
    <w:basedOn w:val="DefaultParagraphFont"/>
    <w:link w:val="Heading9"/>
    <w:uiPriority w:val="9"/>
    <w:semiHidden/>
    <w:rsid w:val="00675AF6"/>
    <w:rPr>
      <w:rFonts w:asciiTheme="majorHAnsi" w:eastAsiaTheme="majorEastAsia" w:hAnsiTheme="majorHAnsi" w:cstheme="majorBidi"/>
      <w:i/>
      <w:iCs/>
      <w:color w:val="707070" w:themeColor="text1" w:themeTint="D8"/>
      <w:sz w:val="21"/>
      <w:szCs w:val="21"/>
    </w:rPr>
  </w:style>
  <w:style w:type="paragraph" w:styleId="NoteHeading">
    <w:name w:val="Note Heading"/>
    <w:basedOn w:val="Normal"/>
    <w:next w:val="Normal"/>
    <w:link w:val="NoteHeadingChar"/>
    <w:uiPriority w:val="99"/>
    <w:semiHidden/>
    <w:unhideWhenUsed/>
    <w:rsid w:val="00675AF6"/>
    <w:pPr>
      <w:spacing w:after="0" w:line="240" w:lineRule="auto"/>
    </w:pPr>
  </w:style>
  <w:style w:type="character" w:customStyle="1" w:styleId="NoteHeadingChar">
    <w:name w:val="Note Heading Char"/>
    <w:basedOn w:val="DefaultParagraphFont"/>
    <w:link w:val="NoteHeading"/>
    <w:uiPriority w:val="99"/>
    <w:semiHidden/>
    <w:rsid w:val="00675AF6"/>
    <w:rPr>
      <w:color w:val="575757" w:themeColor="text1"/>
      <w:sz w:val="20"/>
      <w:szCs w:val="20"/>
    </w:rPr>
  </w:style>
  <w:style w:type="paragraph" w:styleId="IndexHeading">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675AF6"/>
    <w:pPr>
      <w:spacing w:after="100"/>
    </w:pPr>
  </w:style>
  <w:style w:type="paragraph" w:styleId="TOC2">
    <w:name w:val="toc 2"/>
    <w:basedOn w:val="Normal"/>
    <w:next w:val="Normal"/>
    <w:autoRedefine/>
    <w:uiPriority w:val="39"/>
    <w:semiHidden/>
    <w:unhideWhenUsed/>
    <w:rsid w:val="00675AF6"/>
    <w:pPr>
      <w:spacing w:after="100"/>
      <w:ind w:left="200"/>
    </w:pPr>
  </w:style>
  <w:style w:type="paragraph" w:styleId="TOC3">
    <w:name w:val="toc 3"/>
    <w:basedOn w:val="Normal"/>
    <w:next w:val="Normal"/>
    <w:autoRedefine/>
    <w:uiPriority w:val="39"/>
    <w:semiHidden/>
    <w:unhideWhenUsed/>
    <w:rsid w:val="00675AF6"/>
    <w:pPr>
      <w:spacing w:after="100"/>
      <w:ind w:left="400"/>
    </w:pPr>
  </w:style>
  <w:style w:type="paragraph" w:styleId="TOC4">
    <w:name w:val="toc 4"/>
    <w:basedOn w:val="Normal"/>
    <w:next w:val="Normal"/>
    <w:autoRedefine/>
    <w:uiPriority w:val="39"/>
    <w:semiHidden/>
    <w:unhideWhenUsed/>
    <w:rsid w:val="00675AF6"/>
    <w:pPr>
      <w:spacing w:after="100"/>
      <w:ind w:left="600"/>
    </w:pPr>
  </w:style>
  <w:style w:type="paragraph" w:styleId="TOC5">
    <w:name w:val="toc 5"/>
    <w:basedOn w:val="Normal"/>
    <w:next w:val="Normal"/>
    <w:autoRedefine/>
    <w:uiPriority w:val="39"/>
    <w:semiHidden/>
    <w:unhideWhenUsed/>
    <w:rsid w:val="00675AF6"/>
    <w:pPr>
      <w:spacing w:after="100"/>
      <w:ind w:left="800"/>
    </w:pPr>
  </w:style>
  <w:style w:type="paragraph" w:styleId="TOC6">
    <w:name w:val="toc 6"/>
    <w:basedOn w:val="Normal"/>
    <w:next w:val="Normal"/>
    <w:autoRedefine/>
    <w:uiPriority w:val="39"/>
    <w:semiHidden/>
    <w:unhideWhenUsed/>
    <w:rsid w:val="00675AF6"/>
    <w:pPr>
      <w:spacing w:after="100"/>
      <w:ind w:left="1000"/>
    </w:pPr>
  </w:style>
  <w:style w:type="paragraph" w:styleId="TOC7">
    <w:name w:val="toc 7"/>
    <w:basedOn w:val="Normal"/>
    <w:next w:val="Normal"/>
    <w:autoRedefine/>
    <w:uiPriority w:val="39"/>
    <w:semiHidden/>
    <w:unhideWhenUsed/>
    <w:rsid w:val="00675AF6"/>
    <w:pPr>
      <w:spacing w:after="100"/>
      <w:ind w:left="1200"/>
    </w:pPr>
  </w:style>
  <w:style w:type="paragraph" w:styleId="TOC8">
    <w:name w:val="toc 8"/>
    <w:basedOn w:val="Normal"/>
    <w:next w:val="Normal"/>
    <w:autoRedefine/>
    <w:uiPriority w:val="39"/>
    <w:semiHidden/>
    <w:unhideWhenUsed/>
    <w:rsid w:val="00675AF6"/>
    <w:pPr>
      <w:spacing w:after="100"/>
      <w:ind w:left="1400"/>
    </w:pPr>
  </w:style>
  <w:style w:type="paragraph" w:styleId="TOC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Footer"/>
    <w:qFormat/>
    <w:rsid w:val="00AA7A66"/>
    <w:rPr>
      <w:b/>
    </w:rPr>
  </w:style>
  <w:style w:type="paragraph" w:customStyle="1" w:styleId="entteferredroit">
    <w:name w:val="entête ferre droit"/>
    <w:basedOn w:val="Header"/>
    <w:qFormat/>
    <w:rsid w:val="007541DA"/>
    <w:pPr>
      <w:jc w:val="right"/>
    </w:pPr>
  </w:style>
  <w:style w:type="table" w:customStyle="1" w:styleId="Tab-Vertsapin">
    <w:name w:val="Tab-Vert sapin"/>
    <w:basedOn w:val="Table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7" ma:contentTypeDescription="Crée un document." ma:contentTypeScope="" ma:versionID="d2c38a9b0229e03540ae06199eedc2a1">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c72ee4dde022d741bd1f145093e04df7"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493FA4-F5EA-4307-B49D-B6BDF30E9A9D}"/>
</file>

<file path=customXml/itemProps2.xml><?xml version="1.0" encoding="utf-8"?>
<ds:datastoreItem xmlns:ds="http://schemas.openxmlformats.org/officeDocument/2006/customXml" ds:itemID="{60B109E8-4760-4E34-9EB2-DC8E071DA2CC}">
  <ds:schemaRefs>
    <ds:schemaRef ds:uri="http://schemas.microsoft.com/office/2006/metadata/properties"/>
    <ds:schemaRef ds:uri="http://schemas.microsoft.com/office/infopath/2007/PartnerControls"/>
    <ds:schemaRef ds:uri="6c37aab9-9be9-48cf-a8b5-914a3e19d95a"/>
    <ds:schemaRef ds:uri="bd968686-f65d-4556-ab1a-a19acde250b6"/>
  </ds:schemaRefs>
</ds:datastoreItem>
</file>

<file path=customXml/itemProps3.xml><?xml version="1.0" encoding="utf-8"?>
<ds:datastoreItem xmlns:ds="http://schemas.openxmlformats.org/officeDocument/2006/customXml" ds:itemID="{E7195BFA-12B2-4F99-80DB-C147457B99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MODELE_WORD_SIMPLE_ECOMAISON_2022_12_07.dotx</Template>
  <TotalTime>238</TotalTime>
  <Pages>1</Pages>
  <Words>696</Words>
  <Characters>3968</Characters>
  <Application>Microsoft Office Word</Application>
  <DocSecurity>4</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Laure LEFEBVRE</cp:lastModifiedBy>
  <cp:revision>13</cp:revision>
  <cp:lastPrinted>2022-12-01T22:28:00Z</cp:lastPrinted>
  <dcterms:created xsi:type="dcterms:W3CDTF">2023-02-27T18:01:00Z</dcterms:created>
  <dcterms:modified xsi:type="dcterms:W3CDTF">2023-03-24T21:54:00Z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y fmtid="{D5CDD505-2E9C-101B-9397-08002B2CF9AE}" pid="3" name="MediaServiceImageTags">
    <vt:lpwstr/>
  </property>
</Properties>
</file>